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4" w:type="dxa"/>
        <w:jc w:val="righ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0A0"/>
      </w:tblPr>
      <w:tblGrid>
        <w:gridCol w:w="1344"/>
        <w:gridCol w:w="1345"/>
        <w:gridCol w:w="1345"/>
        <w:gridCol w:w="1345"/>
        <w:gridCol w:w="1345"/>
        <w:gridCol w:w="1345"/>
        <w:gridCol w:w="1345"/>
      </w:tblGrid>
      <w:tr w:rsidR="00552A22" w:rsidRPr="00853A0D" w:rsidTr="00AE6EB1">
        <w:trPr>
          <w:trHeight w:val="620"/>
          <w:jc w:val="right"/>
        </w:trPr>
        <w:tc>
          <w:tcPr>
            <w:tcW w:w="1344" w:type="dxa"/>
            <w:vMerge w:val="restart"/>
            <w:shd w:val="clear" w:color="auto" w:fill="C0C0C0"/>
          </w:tcPr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104.8pt;margin-top:-3.4pt;width:92.7pt;height:317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" strokecolor="#c2d69b" strokeweight="1pt">
                  <v:fill color2="#d6e3bc" focus="100%" type="gradient"/>
                  <v:shadow on="t" color="#4e6128" opacity=".5" offset="6pt,6pt"/>
                  <v:textbox style="mso-next-textbox:#Text Box 2">
                    <w:txbxContent>
                      <w:p w:rsidR="00552A22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552A22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552A22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552A22" w:rsidRPr="00947EF4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Grade 3</w:t>
                        </w:r>
                      </w:p>
                      <w:p w:rsidR="00552A22" w:rsidRPr="00947EF4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947EF4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Curriculum Map</w:t>
                        </w:r>
                      </w:p>
                      <w:p w:rsidR="00552A22" w:rsidRPr="00947EF4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947EF4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Year at a Glance</w:t>
                        </w:r>
                      </w:p>
                      <w:p w:rsidR="00552A22" w:rsidRPr="00947EF4" w:rsidRDefault="00552A22" w:rsidP="00736D4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947EF4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2013-2014</w:t>
                        </w:r>
                      </w:p>
                    </w:txbxContent>
                  </v:textbox>
                </v:shape>
              </w:pic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Rituals and Routines</w:t>
            </w:r>
          </w:p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AND</w:t>
            </w:r>
          </w:p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Baseline Assess.</w:t>
            </w:r>
          </w:p>
        </w:tc>
        <w:tc>
          <w:tcPr>
            <w:tcW w:w="4035" w:type="dxa"/>
            <w:gridSpan w:val="3"/>
            <w:shd w:val="clear" w:color="auto" w:fill="00CCFF"/>
            <w:vAlign w:val="center"/>
          </w:tcPr>
          <w:p w:rsidR="00552A22" w:rsidRPr="00853A0D" w:rsidRDefault="00552A22" w:rsidP="00D201B3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MODULE 1</w:t>
            </w:r>
          </w:p>
        </w:tc>
        <w:tc>
          <w:tcPr>
            <w:tcW w:w="4035" w:type="dxa"/>
            <w:gridSpan w:val="3"/>
            <w:shd w:val="clear" w:color="auto" w:fill="FFFF00"/>
            <w:vAlign w:val="center"/>
          </w:tcPr>
          <w:p w:rsidR="00552A22" w:rsidRPr="00853A0D" w:rsidRDefault="00552A22" w:rsidP="001E0122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MODULE 2</w:t>
            </w:r>
          </w:p>
        </w:tc>
      </w:tr>
      <w:tr w:rsidR="00552A22" w:rsidRPr="00853A0D" w:rsidTr="00736D4A">
        <w:trPr>
          <w:jc w:val="right"/>
        </w:trPr>
        <w:tc>
          <w:tcPr>
            <w:tcW w:w="1344" w:type="dxa"/>
            <w:vMerge/>
            <w:shd w:val="clear" w:color="auto" w:fill="C0C0C0"/>
          </w:tcPr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1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Addition and Subtraction within 1,000</w:t>
            </w:r>
          </w:p>
          <w:p w:rsidR="00552A22" w:rsidRPr="00853A0D" w:rsidRDefault="00552A22" w:rsidP="00CB437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CB437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CC47A6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>7</w:t>
            </w:r>
            <w:r w:rsidRPr="00853A0D">
              <w:rPr>
                <w:rFonts w:ascii="Arial Narrow" w:hAnsi="Arial Narrow" w:cs="Arial"/>
                <w:bCs/>
                <w:iCs/>
                <w:sz w:val="22"/>
                <w:szCs w:val="22"/>
              </w:rPr>
              <w:t>days</w:t>
            </w:r>
          </w:p>
        </w:tc>
        <w:tc>
          <w:tcPr>
            <w:tcW w:w="1345" w:type="dxa"/>
            <w:vAlign w:val="bottom"/>
          </w:tcPr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3</w:t>
            </w: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Understand Multiplication</w:t>
            </w: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8 days</w:t>
            </w:r>
          </w:p>
        </w:tc>
        <w:tc>
          <w:tcPr>
            <w:tcW w:w="1345" w:type="dxa"/>
            <w:vAlign w:val="bottom"/>
          </w:tcPr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4</w:t>
            </w: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Multiplication Facts and Strategies</w:t>
            </w: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736D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736D4A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1</w:t>
            </w:r>
            <w:r>
              <w:rPr>
                <w:rFonts w:ascii="Arial Narrow" w:hAnsi="Arial Narrow" w:cs="Helvetica"/>
                <w:sz w:val="22"/>
                <w:szCs w:val="22"/>
              </w:rPr>
              <w:t>3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days</w:t>
            </w:r>
          </w:p>
        </w:tc>
        <w:tc>
          <w:tcPr>
            <w:tcW w:w="1345" w:type="dxa"/>
          </w:tcPr>
          <w:p w:rsidR="00552A22" w:rsidRPr="00853A0D" w:rsidRDefault="00552A22" w:rsidP="0082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5</w:t>
            </w:r>
          </w:p>
          <w:p w:rsidR="00552A22" w:rsidRPr="00853A0D" w:rsidRDefault="00552A22" w:rsidP="0082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Use Multiplication Facts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CC4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Helvetica"/>
                <w:sz w:val="22"/>
                <w:szCs w:val="22"/>
              </w:rPr>
              <w:t>7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days</w:t>
            </w:r>
          </w:p>
        </w:tc>
        <w:tc>
          <w:tcPr>
            <w:tcW w:w="1345" w:type="dxa"/>
          </w:tcPr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6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Understand Division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CC4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11 days</w:t>
            </w:r>
          </w:p>
        </w:tc>
        <w:tc>
          <w:tcPr>
            <w:tcW w:w="1345" w:type="dxa"/>
          </w:tcPr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7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Division Facts and Strategies</w:t>
            </w: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AE1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CC4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13 days</w:t>
            </w:r>
          </w:p>
        </w:tc>
      </w:tr>
      <w:tr w:rsidR="00552A22" w:rsidRPr="00853A0D" w:rsidTr="00C31527">
        <w:trPr>
          <w:trHeight w:val="715"/>
          <w:jc w:val="right"/>
        </w:trPr>
        <w:tc>
          <w:tcPr>
            <w:tcW w:w="1344" w:type="dxa"/>
            <w:vAlign w:val="center"/>
          </w:tcPr>
          <w:p w:rsidR="00552A22" w:rsidRPr="00853A0D" w:rsidRDefault="00552A22" w:rsidP="00C31527">
            <w:pPr>
              <w:spacing w:before="120"/>
              <w:ind w:left="144" w:right="144"/>
              <w:jc w:val="center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Aug.19-Aug.23</w:t>
            </w:r>
          </w:p>
        </w:tc>
        <w:tc>
          <w:tcPr>
            <w:tcW w:w="1345" w:type="dxa"/>
            <w:vAlign w:val="center"/>
          </w:tcPr>
          <w:p w:rsidR="00552A22" w:rsidRPr="00C31527" w:rsidRDefault="00552A22" w:rsidP="00C31527">
            <w:pPr>
              <w:spacing w:before="120"/>
              <w:ind w:left="144" w:right="14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/>
                <w:bCs/>
                <w:iCs/>
                <w:sz w:val="22"/>
                <w:szCs w:val="22"/>
              </w:rPr>
              <w:t>Aug 26-Sept 1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345" w:type="dxa"/>
            <w:vAlign w:val="center"/>
          </w:tcPr>
          <w:p w:rsidR="00552A22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Sept 1</w:t>
            </w:r>
            <w:r>
              <w:rPr>
                <w:rFonts w:ascii="Arial Narrow" w:hAnsi="Arial Narrow" w:cs="Helvetica"/>
                <w:sz w:val="22"/>
                <w:szCs w:val="22"/>
              </w:rPr>
              <w:t>9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-</w:t>
            </w:r>
          </w:p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Sept </w:t>
            </w:r>
            <w:r>
              <w:rPr>
                <w:rFonts w:ascii="Arial Narrow" w:hAnsi="Arial Narrow" w:cs="Helvetica"/>
                <w:sz w:val="22"/>
                <w:szCs w:val="22"/>
              </w:rPr>
              <w:t>30</w:t>
            </w:r>
          </w:p>
        </w:tc>
        <w:tc>
          <w:tcPr>
            <w:tcW w:w="1345" w:type="dxa"/>
            <w:vAlign w:val="center"/>
          </w:tcPr>
          <w:p w:rsidR="00552A22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Oct 1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-</w:t>
            </w:r>
          </w:p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Oct </w:t>
            </w:r>
            <w:r>
              <w:rPr>
                <w:rFonts w:ascii="Arial Narrow" w:hAnsi="Arial Narrow" w:cs="Helvetica"/>
                <w:sz w:val="22"/>
                <w:szCs w:val="22"/>
              </w:rPr>
              <w:t>17</w:t>
            </w:r>
          </w:p>
        </w:tc>
        <w:tc>
          <w:tcPr>
            <w:tcW w:w="1345" w:type="dxa"/>
            <w:vAlign w:val="center"/>
          </w:tcPr>
          <w:p w:rsidR="00552A22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Oct 22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-</w:t>
            </w:r>
          </w:p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Oct </w:t>
            </w:r>
            <w:r>
              <w:rPr>
                <w:rFonts w:ascii="Arial Narrow" w:hAnsi="Arial Narrow" w:cs="Helvetica"/>
                <w:sz w:val="22"/>
                <w:szCs w:val="22"/>
              </w:rPr>
              <w:t>30</w:t>
            </w:r>
          </w:p>
        </w:tc>
        <w:tc>
          <w:tcPr>
            <w:tcW w:w="1345" w:type="dxa"/>
            <w:vAlign w:val="center"/>
          </w:tcPr>
          <w:p w:rsidR="00552A22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Nov 4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–</w:t>
            </w:r>
          </w:p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Nov </w:t>
            </w:r>
            <w:r>
              <w:rPr>
                <w:rFonts w:ascii="Arial Narrow" w:hAnsi="Arial Narrow" w:cs="Helvetica"/>
                <w:sz w:val="22"/>
                <w:szCs w:val="22"/>
              </w:rPr>
              <w:t>20</w:t>
            </w:r>
          </w:p>
        </w:tc>
        <w:tc>
          <w:tcPr>
            <w:tcW w:w="1345" w:type="dxa"/>
            <w:vAlign w:val="center"/>
          </w:tcPr>
          <w:p w:rsidR="00552A22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Nov</w:t>
            </w:r>
            <w:r>
              <w:rPr>
                <w:rFonts w:ascii="Arial Narrow" w:hAnsi="Arial Narrow" w:cs="Helvetica"/>
                <w:sz w:val="22"/>
                <w:szCs w:val="22"/>
              </w:rPr>
              <w:t xml:space="preserve"> 21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–</w:t>
            </w:r>
          </w:p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Dec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2</w:t>
            </w:r>
            <w:r>
              <w:rPr>
                <w:rFonts w:ascii="Arial Narrow" w:hAnsi="Arial Narrow" w:cs="Helvetica"/>
                <w:sz w:val="22"/>
                <w:szCs w:val="22"/>
              </w:rPr>
              <w:t>0</w:t>
            </w:r>
          </w:p>
        </w:tc>
      </w:tr>
      <w:tr w:rsidR="00552A22" w:rsidRPr="00853A0D" w:rsidTr="00736D4A">
        <w:trPr>
          <w:jc w:val="right"/>
        </w:trPr>
        <w:tc>
          <w:tcPr>
            <w:tcW w:w="1344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End </w:t>
            </w:r>
            <w:r>
              <w:rPr>
                <w:rFonts w:ascii="Arial Narrow" w:eastAsia="MS MinNew Roman" w:hAnsi="Arial Narrow"/>
                <w:b/>
                <w:sz w:val="22"/>
                <w:szCs w:val="22"/>
              </w:rPr>
              <w:t>1</w:t>
            </w:r>
            <w:r w:rsidRPr="00B84585">
              <w:rPr>
                <w:rFonts w:ascii="Arial Narrow" w:eastAsia="MS MinNew Roman" w:hAnsi="Arial Narrow"/>
                <w:b/>
                <w:sz w:val="22"/>
                <w:szCs w:val="22"/>
                <w:vertAlign w:val="superscript"/>
              </w:rPr>
              <w:t>st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 9-Wk</w:t>
            </w: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 xml:space="preserve"> (1</w:t>
            </w:r>
            <w:r>
              <w:rPr>
                <w:rFonts w:ascii="Arial Narrow" w:eastAsia="MS MinNew Roman" w:hAnsi="Arial Narrow"/>
                <w:sz w:val="22"/>
                <w:szCs w:val="22"/>
              </w:rPr>
              <w:t>0</w:t>
            </w: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/</w:t>
            </w:r>
            <w:r>
              <w:rPr>
                <w:rFonts w:ascii="Arial Narrow" w:eastAsia="MS MinNew Roman" w:hAnsi="Arial Narrow"/>
                <w:sz w:val="22"/>
                <w:szCs w:val="22"/>
              </w:rPr>
              <w:t>14</w:t>
            </w: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)</w:t>
            </w: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End 2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  <w:vertAlign w:val="superscript"/>
              </w:rPr>
              <w:t>nd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 9-Wk</w:t>
            </w: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 xml:space="preserve"> (12/20)</w:t>
            </w:r>
          </w:p>
        </w:tc>
      </w:tr>
      <w:tr w:rsidR="00552A22" w:rsidRPr="00853A0D" w:rsidTr="00736D4A">
        <w:trPr>
          <w:jc w:val="right"/>
        </w:trPr>
        <w:tc>
          <w:tcPr>
            <w:tcW w:w="1344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SOAR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Oct. 7-11</w:t>
            </w: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SOAR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Dec. 9-13</w:t>
            </w:r>
          </w:p>
        </w:tc>
      </w:tr>
      <w:tr w:rsidR="00552A22" w:rsidRPr="00853A0D" w:rsidTr="00736D4A">
        <w:trPr>
          <w:trHeight w:val="1484"/>
          <w:jc w:val="right"/>
        </w:trPr>
        <w:tc>
          <w:tcPr>
            <w:tcW w:w="1344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pStyle w:val="ListParagraph"/>
              <w:ind w:left="0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Number Talks</w:t>
            </w:r>
          </w:p>
          <w:p w:rsidR="00552A22" w:rsidRPr="00853A0D" w:rsidRDefault="00552A22" w:rsidP="00B84585">
            <w:pPr>
              <w:pStyle w:val="ListParagraph"/>
              <w:ind w:left="0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Counting Collections</w:t>
            </w:r>
          </w:p>
          <w:p w:rsidR="00552A22" w:rsidRPr="00853A0D" w:rsidRDefault="00552A22" w:rsidP="00B84585">
            <w:pPr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Rotations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jc w:val="center"/>
              <w:rPr>
                <w:rFonts w:ascii="Arial Narrow" w:hAnsi="Arial Narrow"/>
                <w:sz w:val="22"/>
                <w:szCs w:val="22"/>
                <w:highlight w:val="cyan"/>
              </w:rPr>
            </w:pPr>
            <w:r w:rsidRPr="00853A0D">
              <w:rPr>
                <w:rFonts w:ascii="Arial Narrow" w:hAnsi="Arial Narrow" w:cs="Arial"/>
                <w:sz w:val="22"/>
                <w:szCs w:val="22"/>
                <w:highlight w:val="cyan"/>
                <w:u w:val="single"/>
              </w:rPr>
              <w:t>Chapter 1</w:t>
            </w:r>
            <w:r w:rsidRPr="00853A0D">
              <w:rPr>
                <w:rFonts w:ascii="Arial Narrow" w:hAnsi="Arial Narrow" w:cs="Arial"/>
                <w:sz w:val="22"/>
                <w:szCs w:val="22"/>
                <w:highlight w:val="cyan"/>
              </w:rPr>
              <w:br/>
            </w:r>
            <w:r>
              <w:rPr>
                <w:rFonts w:ascii="Arial Narrow" w:hAnsi="Arial Narrow"/>
                <w:sz w:val="22"/>
                <w:szCs w:val="22"/>
                <w:highlight w:val="cyan"/>
              </w:rPr>
              <w:t>3.OA.9 3.OA.8 3.NBT.1</w:t>
            </w:r>
            <w:r w:rsidRPr="00853A0D">
              <w:rPr>
                <w:rFonts w:ascii="Arial Narrow" w:hAnsi="Arial Narrow"/>
                <w:sz w:val="22"/>
                <w:szCs w:val="22"/>
                <w:highlight w:val="cyan"/>
              </w:rPr>
              <w:t xml:space="preserve"> 3.NBT.2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cyan"/>
                <w:u w:val="single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cyan"/>
                <w:u w:val="single"/>
              </w:rPr>
              <w:t>Chapter 3</w:t>
            </w:r>
          </w:p>
          <w:p w:rsidR="00552A22" w:rsidRDefault="00552A22" w:rsidP="00B84585">
            <w:pPr>
              <w:jc w:val="center"/>
              <w:rPr>
                <w:rFonts w:ascii="Arial Narrow" w:hAnsi="Arial Narrow" w:cs="Helvetica"/>
                <w:sz w:val="22"/>
                <w:szCs w:val="22"/>
                <w:highlight w:val="cyan"/>
              </w:rPr>
            </w:pPr>
            <w:r>
              <w:rPr>
                <w:rFonts w:ascii="Arial Narrow" w:hAnsi="Arial Narrow" w:cs="Helvetica"/>
                <w:sz w:val="22"/>
                <w:szCs w:val="22"/>
                <w:highlight w:val="cyan"/>
              </w:rPr>
              <w:t>3.OA.1</w:t>
            </w:r>
            <w:r w:rsidRPr="00853A0D">
              <w:rPr>
                <w:rFonts w:ascii="Arial Narrow" w:hAnsi="Arial Narrow" w:cs="Helvetica"/>
                <w:sz w:val="22"/>
                <w:szCs w:val="22"/>
                <w:highlight w:val="cyan"/>
              </w:rPr>
              <w:t xml:space="preserve"> 3.OA.3</w:t>
            </w:r>
            <w:r>
              <w:rPr>
                <w:rFonts w:ascii="Arial Narrow" w:hAnsi="Arial Narrow" w:cs="Helvetica"/>
                <w:sz w:val="22"/>
                <w:szCs w:val="22"/>
                <w:highlight w:val="cyan"/>
              </w:rPr>
              <w:t xml:space="preserve">  3.OA.8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  <w:highlight w:val="yellow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cyan"/>
              </w:rPr>
              <w:t>3.OA.5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cyan"/>
                <w:u w:val="single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cyan"/>
                <w:u w:val="single"/>
              </w:rPr>
              <w:t>Chapter 4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Helvetica"/>
                <w:sz w:val="22"/>
                <w:szCs w:val="22"/>
                <w:highlight w:val="cyan"/>
              </w:rPr>
              <w:t>3.OA.3 3.OA.5  3.OA.7 3.OA.8</w:t>
            </w:r>
            <w:r w:rsidRPr="00853A0D">
              <w:rPr>
                <w:rFonts w:ascii="Arial Narrow" w:hAnsi="Arial Narrow" w:cs="Helvetica"/>
                <w:sz w:val="22"/>
                <w:szCs w:val="22"/>
                <w:highlight w:val="cyan"/>
              </w:rPr>
              <w:t xml:space="preserve">  3.OA.9</w:t>
            </w: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  <w:t>Chapter 5</w:t>
            </w:r>
          </w:p>
          <w:p w:rsidR="00552A22" w:rsidRPr="00853A0D" w:rsidRDefault="00552A22" w:rsidP="00B84585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Helvetica"/>
                <w:sz w:val="22"/>
                <w:szCs w:val="22"/>
                <w:highlight w:val="yellow"/>
              </w:rPr>
              <w:t>3.OA.4  3.OA.9</w:t>
            </w: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</w:rPr>
              <w:t xml:space="preserve"> 3.NBT.3</w:t>
            </w: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  <w:t>Chapter 6</w:t>
            </w:r>
          </w:p>
          <w:p w:rsidR="00552A22" w:rsidRPr="00853A0D" w:rsidRDefault="00552A22" w:rsidP="00B84585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Helvetica"/>
                <w:sz w:val="22"/>
                <w:szCs w:val="22"/>
                <w:highlight w:val="yellow"/>
              </w:rPr>
              <w:t>.3.OA.2  3.OA.3 3.OA.5  3.OA.6</w:t>
            </w: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</w:rPr>
              <w:t xml:space="preserve"> 3.OA.7</w:t>
            </w:r>
          </w:p>
        </w:tc>
        <w:tc>
          <w:tcPr>
            <w:tcW w:w="1345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  <w:u w:val="single"/>
              </w:rPr>
              <w:t>Chapter 7</w:t>
            </w:r>
          </w:p>
          <w:p w:rsidR="00552A22" w:rsidRPr="00853A0D" w:rsidRDefault="00552A22" w:rsidP="00B84585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Helvetica"/>
                <w:sz w:val="22"/>
                <w:szCs w:val="22"/>
                <w:highlight w:val="yellow"/>
              </w:rPr>
              <w:t>3.OA.3  3.OA.4  3.OA.7</w:t>
            </w:r>
            <w:r w:rsidRPr="00853A0D">
              <w:rPr>
                <w:rFonts w:ascii="Arial Narrow" w:hAnsi="Arial Narrow" w:cs="Helvetica"/>
                <w:sz w:val="22"/>
                <w:szCs w:val="22"/>
                <w:highlight w:val="yellow"/>
              </w:rPr>
              <w:t xml:space="preserve">  3.OA.</w:t>
            </w:r>
            <w:r>
              <w:rPr>
                <w:rFonts w:ascii="Arial Narrow" w:hAnsi="Arial Narrow" w:cs="Helvetica"/>
                <w:sz w:val="22"/>
                <w:szCs w:val="22"/>
                <w:highlight w:val="yellow"/>
              </w:rPr>
              <w:t>8</w:t>
            </w:r>
          </w:p>
        </w:tc>
      </w:tr>
    </w:tbl>
    <w:tbl>
      <w:tblPr>
        <w:tblpPr w:leftFromText="180" w:rightFromText="180" w:vertAnchor="text" w:horzAnchor="page" w:tblpX="716" w:tblpY="73"/>
        <w:tblW w:w="1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0A0"/>
      </w:tblPr>
      <w:tblGrid>
        <w:gridCol w:w="1576"/>
        <w:gridCol w:w="1576"/>
        <w:gridCol w:w="1577"/>
        <w:gridCol w:w="1576"/>
        <w:gridCol w:w="1577"/>
        <w:gridCol w:w="1576"/>
        <w:gridCol w:w="1577"/>
      </w:tblGrid>
      <w:tr w:rsidR="00552A22" w:rsidRPr="00853A0D" w:rsidTr="00B84585">
        <w:trPr>
          <w:trHeight w:val="575"/>
        </w:trPr>
        <w:tc>
          <w:tcPr>
            <w:tcW w:w="1576" w:type="dxa"/>
            <w:shd w:val="clear" w:color="auto" w:fill="FFFF00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  <w:highlight w:val="green"/>
              </w:rPr>
            </w:pPr>
          </w:p>
        </w:tc>
        <w:tc>
          <w:tcPr>
            <w:tcW w:w="4729" w:type="dxa"/>
            <w:gridSpan w:val="3"/>
            <w:shd w:val="clear" w:color="auto" w:fill="00FF00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color w:val="FFFFFF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  <w:highlight w:val="green"/>
              </w:rPr>
              <w:t>M</w:t>
            </w:r>
            <w:r>
              <w:rPr>
                <w:rFonts w:ascii="Arial Narrow" w:eastAsia="MS MinNew Roman" w:hAnsi="Arial Narrow"/>
                <w:b/>
                <w:sz w:val="22"/>
                <w:szCs w:val="22"/>
                <w:highlight w:val="green"/>
              </w:rPr>
              <w:t>ODULE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  <w:highlight w:val="green"/>
              </w:rPr>
              <w:t xml:space="preserve"> 3</w:t>
            </w:r>
          </w:p>
        </w:tc>
        <w:tc>
          <w:tcPr>
            <w:tcW w:w="1577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color w:val="FFFFFF"/>
                <w:sz w:val="22"/>
                <w:szCs w:val="22"/>
              </w:rPr>
            </w:pPr>
          </w:p>
        </w:tc>
        <w:tc>
          <w:tcPr>
            <w:tcW w:w="1576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color w:val="FFFFFF"/>
                <w:sz w:val="22"/>
                <w:szCs w:val="22"/>
              </w:rPr>
            </w:pPr>
          </w:p>
        </w:tc>
        <w:tc>
          <w:tcPr>
            <w:tcW w:w="1577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color w:val="FFFFFF"/>
                <w:sz w:val="22"/>
                <w:szCs w:val="22"/>
              </w:rPr>
            </w:pPr>
          </w:p>
        </w:tc>
      </w:tr>
      <w:tr w:rsidR="00552A22" w:rsidRPr="00853A0D" w:rsidTr="00B84585">
        <w:trPr>
          <w:trHeight w:val="2290"/>
        </w:trPr>
        <w:tc>
          <w:tcPr>
            <w:tcW w:w="1576" w:type="dxa"/>
            <w:vAlign w:val="bottom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2</w:t>
            </w: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Represent and Interpret Data</w:t>
            </w: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Helvetica"/>
                <w:sz w:val="22"/>
                <w:szCs w:val="22"/>
              </w:rPr>
              <w:t xml:space="preserve">9 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days</w:t>
            </w:r>
          </w:p>
        </w:tc>
        <w:tc>
          <w:tcPr>
            <w:tcW w:w="1576" w:type="dxa"/>
          </w:tcPr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8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Understand Fractions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9 days</w:t>
            </w:r>
          </w:p>
        </w:tc>
        <w:tc>
          <w:tcPr>
            <w:tcW w:w="1577" w:type="dxa"/>
          </w:tcPr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9</w:t>
            </w: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Compare Fractions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6 days</w:t>
            </w:r>
          </w:p>
        </w:tc>
        <w:tc>
          <w:tcPr>
            <w:tcW w:w="1576" w:type="dxa"/>
          </w:tcPr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10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Time, Length, Liquid Volume and Mass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Helvetica"/>
                <w:sz w:val="22"/>
                <w:szCs w:val="22"/>
              </w:rPr>
              <w:t>19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days</w:t>
            </w:r>
          </w:p>
        </w:tc>
        <w:tc>
          <w:tcPr>
            <w:tcW w:w="1577" w:type="dxa"/>
          </w:tcPr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11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Perimeter and Area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9 days</w:t>
            </w:r>
          </w:p>
        </w:tc>
        <w:tc>
          <w:tcPr>
            <w:tcW w:w="1576" w:type="dxa"/>
          </w:tcPr>
          <w:p w:rsidR="00552A22" w:rsidRPr="00853A0D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Chapter 12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>Two-Dimensional Shapes</w:t>
            </w: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Helvetica"/>
                <w:sz w:val="22"/>
                <w:szCs w:val="22"/>
              </w:rPr>
            </w:pPr>
          </w:p>
          <w:p w:rsidR="00552A22" w:rsidRPr="00853A0D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14 days</w:t>
            </w:r>
          </w:p>
        </w:tc>
        <w:tc>
          <w:tcPr>
            <w:tcW w:w="1577" w:type="dxa"/>
            <w:vAlign w:val="bottom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End-of-Year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Preparation for 4th Grade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hAnsi="Arial Narrow"/>
                <w:sz w:val="22"/>
                <w:szCs w:val="22"/>
              </w:rPr>
              <w:t>16 days</w:t>
            </w:r>
          </w:p>
        </w:tc>
      </w:tr>
      <w:tr w:rsidR="00552A22" w:rsidRPr="00853A0D" w:rsidTr="00C31527">
        <w:trPr>
          <w:trHeight w:val="715"/>
        </w:trPr>
        <w:tc>
          <w:tcPr>
            <w:tcW w:w="1576" w:type="dxa"/>
            <w:vAlign w:val="center"/>
          </w:tcPr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Jan 7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-</w:t>
            </w:r>
          </w:p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Jan 17</w:t>
            </w:r>
          </w:p>
        </w:tc>
        <w:tc>
          <w:tcPr>
            <w:tcW w:w="1576" w:type="dxa"/>
            <w:vAlign w:val="center"/>
          </w:tcPr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Jan 21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-  Jan </w:t>
            </w:r>
            <w:r>
              <w:rPr>
                <w:rFonts w:ascii="Arial Narrow" w:hAnsi="Arial Narrow" w:cs="Helvetica"/>
                <w:sz w:val="22"/>
                <w:szCs w:val="22"/>
              </w:rPr>
              <w:t>31</w:t>
            </w:r>
          </w:p>
        </w:tc>
        <w:tc>
          <w:tcPr>
            <w:tcW w:w="1577" w:type="dxa"/>
            <w:vAlign w:val="center"/>
          </w:tcPr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Feb 3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Helvetica"/>
                <w:sz w:val="22"/>
                <w:szCs w:val="22"/>
              </w:rPr>
              <w:t>–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Helvetica"/>
                <w:sz w:val="22"/>
                <w:szCs w:val="22"/>
              </w:rPr>
              <w:t>Feb 10</w:t>
            </w:r>
          </w:p>
        </w:tc>
        <w:tc>
          <w:tcPr>
            <w:tcW w:w="1576" w:type="dxa"/>
            <w:vAlign w:val="center"/>
          </w:tcPr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Feb 11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- </w:t>
            </w:r>
            <w:r>
              <w:rPr>
                <w:rFonts w:ascii="Arial Narrow" w:hAnsi="Arial Narrow" w:cs="Helvetica"/>
                <w:sz w:val="22"/>
                <w:szCs w:val="22"/>
              </w:rPr>
              <w:t>Mar 11</w:t>
            </w:r>
          </w:p>
        </w:tc>
        <w:tc>
          <w:tcPr>
            <w:tcW w:w="1577" w:type="dxa"/>
            <w:vAlign w:val="center"/>
          </w:tcPr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Mar 12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 xml:space="preserve"> -</w:t>
            </w:r>
          </w:p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Apr 1</w:t>
            </w:r>
          </w:p>
        </w:tc>
        <w:tc>
          <w:tcPr>
            <w:tcW w:w="1576" w:type="dxa"/>
            <w:vAlign w:val="center"/>
          </w:tcPr>
          <w:p w:rsidR="00552A22" w:rsidRPr="00853A0D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Apr 2</w:t>
            </w:r>
            <w:r w:rsidRPr="00853A0D">
              <w:rPr>
                <w:rFonts w:ascii="Arial Narrow" w:hAnsi="Arial Narrow" w:cs="Helvetica"/>
                <w:sz w:val="22"/>
                <w:szCs w:val="22"/>
              </w:rPr>
              <w:t>-</w:t>
            </w:r>
          </w:p>
          <w:p w:rsidR="00552A22" w:rsidRPr="00C31527" w:rsidRDefault="00552A22" w:rsidP="00C31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>
              <w:rPr>
                <w:rFonts w:ascii="Arial Narrow" w:hAnsi="Arial Narrow" w:cs="Helvetica"/>
                <w:sz w:val="22"/>
                <w:szCs w:val="22"/>
              </w:rPr>
              <w:t>May 9</w:t>
            </w:r>
          </w:p>
        </w:tc>
        <w:tc>
          <w:tcPr>
            <w:tcW w:w="1577" w:type="dxa"/>
            <w:vAlign w:val="center"/>
          </w:tcPr>
          <w:p w:rsidR="00552A22" w:rsidRPr="00853A0D" w:rsidRDefault="00552A22" w:rsidP="00C315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/>
                <w:sz w:val="22"/>
                <w:szCs w:val="22"/>
              </w:rPr>
              <w:t>May 12-</w:t>
            </w:r>
          </w:p>
          <w:p w:rsidR="00552A22" w:rsidRPr="00C31527" w:rsidRDefault="00552A22" w:rsidP="00C315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53A0D">
              <w:rPr>
                <w:rFonts w:ascii="Arial Narrow" w:hAnsi="Arial Narrow"/>
                <w:sz w:val="22"/>
                <w:szCs w:val="22"/>
              </w:rPr>
              <w:t>June 3</w:t>
            </w:r>
          </w:p>
        </w:tc>
      </w:tr>
      <w:tr w:rsidR="00552A22" w:rsidRPr="00853A0D" w:rsidTr="00B84585">
        <w:trPr>
          <w:trHeight w:val="625"/>
        </w:trPr>
        <w:tc>
          <w:tcPr>
            <w:tcW w:w="1576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6" w:type="dxa"/>
          </w:tcPr>
          <w:p w:rsidR="00552A22" w:rsidRPr="00853A0D" w:rsidRDefault="00552A22" w:rsidP="00B84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7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6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7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End 3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  <w:vertAlign w:val="superscript"/>
              </w:rPr>
              <w:t>rd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 9-wk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(3/20)</w:t>
            </w:r>
          </w:p>
        </w:tc>
        <w:tc>
          <w:tcPr>
            <w:tcW w:w="1576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7" w:type="dxa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End 4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  <w:vertAlign w:val="superscript"/>
              </w:rPr>
              <w:t>th</w:t>
            </w: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 9-Wk  </w:t>
            </w:r>
            <w:r w:rsidRPr="00853A0D">
              <w:rPr>
                <w:rFonts w:ascii="Arial Narrow" w:eastAsia="MS MinNew Roman" w:hAnsi="Arial Narrow"/>
                <w:sz w:val="22"/>
                <w:szCs w:val="22"/>
              </w:rPr>
              <w:t>(6/3)</w:t>
            </w:r>
          </w:p>
        </w:tc>
      </w:tr>
      <w:tr w:rsidR="00552A22" w:rsidRPr="00853A0D" w:rsidTr="00B84585">
        <w:trPr>
          <w:trHeight w:val="310"/>
        </w:trPr>
        <w:tc>
          <w:tcPr>
            <w:tcW w:w="1576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6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7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 xml:space="preserve">SOAR </w:t>
            </w:r>
          </w:p>
          <w:p w:rsidR="00552A22" w:rsidRPr="00853A0D" w:rsidRDefault="00552A22" w:rsidP="00B84585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Feb. 24-28</w:t>
            </w:r>
          </w:p>
        </w:tc>
        <w:tc>
          <w:tcPr>
            <w:tcW w:w="1577" w:type="dxa"/>
            <w:vAlign w:val="center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Benchmark</w:t>
            </w:r>
          </w:p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853A0D">
              <w:rPr>
                <w:rFonts w:ascii="Arial Narrow" w:eastAsia="MS MinNew Roman" w:hAnsi="Arial Narrow"/>
                <w:b/>
                <w:sz w:val="22"/>
                <w:szCs w:val="22"/>
              </w:rPr>
              <w:t>April 7-11</w:t>
            </w:r>
          </w:p>
        </w:tc>
        <w:tc>
          <w:tcPr>
            <w:tcW w:w="1577" w:type="dxa"/>
          </w:tcPr>
          <w:p w:rsidR="00552A22" w:rsidRPr="00853A0D" w:rsidRDefault="00552A22" w:rsidP="00853A0D">
            <w:pPr>
              <w:jc w:val="center"/>
              <w:rPr>
                <w:rFonts w:ascii="Arial Narrow" w:eastAsia="MS MinNew Roman" w:hAnsi="Arial Narrow"/>
                <w:b/>
                <w:sz w:val="22"/>
                <w:szCs w:val="22"/>
              </w:rPr>
            </w:pPr>
          </w:p>
        </w:tc>
      </w:tr>
      <w:tr w:rsidR="00552A22" w:rsidRPr="00B84585" w:rsidTr="00B84585">
        <w:tc>
          <w:tcPr>
            <w:tcW w:w="1576" w:type="dxa"/>
          </w:tcPr>
          <w:p w:rsidR="00552A22" w:rsidRPr="00B84585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B84585">
              <w:rPr>
                <w:rFonts w:ascii="Arial Narrow" w:hAnsi="Arial Narrow"/>
                <w:sz w:val="22"/>
                <w:szCs w:val="22"/>
                <w:highlight w:val="yellow"/>
                <w:u w:val="single"/>
              </w:rPr>
              <w:t>Chapter 2</w:t>
            </w:r>
            <w:r w:rsidRPr="00B84585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3.MD.3</w:t>
            </w:r>
          </w:p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3.MD.4</w:t>
            </w:r>
          </w:p>
        </w:tc>
        <w:tc>
          <w:tcPr>
            <w:tcW w:w="1576" w:type="dxa"/>
          </w:tcPr>
          <w:p w:rsidR="00552A22" w:rsidRPr="00B84585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  <w:t>Chapter 8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</w:rPr>
              <w:t xml:space="preserve">3.NF.1 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</w:rPr>
              <w:t>3.NF.2 &amp;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</w:rPr>
              <w:t>3.NF.3</w:t>
            </w:r>
          </w:p>
        </w:tc>
        <w:tc>
          <w:tcPr>
            <w:tcW w:w="1577" w:type="dxa"/>
          </w:tcPr>
          <w:p w:rsidR="00552A22" w:rsidRPr="00B84585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  <w:t>Chapter 9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</w:rPr>
              <w:t>3.NF.3</w:t>
            </w:r>
          </w:p>
        </w:tc>
        <w:tc>
          <w:tcPr>
            <w:tcW w:w="1576" w:type="dxa"/>
          </w:tcPr>
          <w:p w:rsidR="00552A22" w:rsidRPr="00B84585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  <w:u w:val="single"/>
              </w:rPr>
              <w:t>Chapter 10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  <w:highlight w:val="green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highlight w:val="green"/>
              </w:rPr>
              <w:t xml:space="preserve">3.MD.1 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>3.MD.2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>3.MD.4</w:t>
            </w:r>
          </w:p>
        </w:tc>
        <w:tc>
          <w:tcPr>
            <w:tcW w:w="1577" w:type="dxa"/>
          </w:tcPr>
          <w:p w:rsidR="00552A22" w:rsidRPr="00B84585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u w:val="single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u w:val="single"/>
              </w:rPr>
              <w:t>Chapter 11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>3.MD.5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 xml:space="preserve"> 3.MD.6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 xml:space="preserve"> 3.MD.7 3.MD.8</w:t>
            </w:r>
          </w:p>
        </w:tc>
        <w:tc>
          <w:tcPr>
            <w:tcW w:w="1576" w:type="dxa"/>
          </w:tcPr>
          <w:p w:rsidR="00552A22" w:rsidRPr="00B84585" w:rsidRDefault="00552A22" w:rsidP="00853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sz w:val="22"/>
                <w:szCs w:val="22"/>
                <w:u w:val="single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  <w:u w:val="single"/>
              </w:rPr>
              <w:t>Chapter 12</w:t>
            </w:r>
          </w:p>
          <w:p w:rsidR="00552A22" w:rsidRPr="00B84585" w:rsidRDefault="00552A22" w:rsidP="00853A0D">
            <w:pPr>
              <w:jc w:val="center"/>
              <w:rPr>
                <w:rFonts w:ascii="Arial Narrow" w:hAnsi="Arial Narrow" w:cs="Helvetica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 xml:space="preserve">3.G.1 </w:t>
            </w:r>
          </w:p>
          <w:p w:rsidR="00552A22" w:rsidRPr="00B84585" w:rsidRDefault="00552A22" w:rsidP="00B84585">
            <w:pPr>
              <w:rPr>
                <w:rFonts w:ascii="Arial Narrow" w:hAnsi="Arial Narrow"/>
                <w:sz w:val="22"/>
                <w:szCs w:val="22"/>
              </w:rPr>
            </w:pPr>
            <w:r w:rsidRPr="00B84585">
              <w:rPr>
                <w:rFonts w:ascii="Arial Narrow" w:hAnsi="Arial Narrow" w:cs="Helvetica"/>
                <w:sz w:val="22"/>
                <w:szCs w:val="22"/>
              </w:rPr>
              <w:t xml:space="preserve">   3.G.2</w:t>
            </w:r>
          </w:p>
        </w:tc>
        <w:tc>
          <w:tcPr>
            <w:tcW w:w="1577" w:type="dxa"/>
          </w:tcPr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B84585">
              <w:rPr>
                <w:rFonts w:ascii="Arial Narrow" w:eastAsia="MS MinNew Roman" w:hAnsi="Arial Narrow"/>
                <w:sz w:val="22"/>
                <w:szCs w:val="22"/>
              </w:rPr>
              <w:t>1.G.1</w:t>
            </w:r>
          </w:p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B84585">
              <w:rPr>
                <w:rFonts w:ascii="Arial Narrow" w:eastAsia="MS MinNew Roman" w:hAnsi="Arial Narrow"/>
                <w:sz w:val="22"/>
                <w:szCs w:val="22"/>
              </w:rPr>
              <w:t>1.G.2</w:t>
            </w:r>
          </w:p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  <w:r w:rsidRPr="00B84585">
              <w:rPr>
                <w:rFonts w:ascii="Arial Narrow" w:eastAsia="MS MinNew Roman" w:hAnsi="Arial Narrow"/>
                <w:sz w:val="22"/>
                <w:szCs w:val="22"/>
              </w:rPr>
              <w:t>1.G.3</w:t>
            </w:r>
          </w:p>
          <w:p w:rsidR="00552A22" w:rsidRPr="00B84585" w:rsidRDefault="00552A22" w:rsidP="00853A0D">
            <w:pPr>
              <w:jc w:val="center"/>
              <w:rPr>
                <w:rFonts w:ascii="Arial Narrow" w:eastAsia="MS MinNew Roman" w:hAnsi="Arial Narrow"/>
                <w:sz w:val="22"/>
                <w:szCs w:val="22"/>
              </w:rPr>
            </w:pPr>
          </w:p>
        </w:tc>
      </w:tr>
    </w:tbl>
    <w:p w:rsidR="00552A22" w:rsidRPr="006C3122" w:rsidRDefault="00552A22">
      <w:pPr>
        <w:rPr>
          <w:rFonts w:ascii="Century Gothic" w:hAnsi="Century Gothic"/>
          <w:sz w:val="20"/>
          <w:szCs w:val="20"/>
        </w:rPr>
      </w:pPr>
    </w:p>
    <w:p w:rsidR="00552A22" w:rsidRPr="006C3122" w:rsidRDefault="00552A2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bookmarkStart w:id="0" w:name="_GoBack"/>
      <w:bookmarkEnd w:id="0"/>
    </w:p>
    <w:sectPr w:rsidR="00552A22" w:rsidRPr="006C3122" w:rsidSect="00D201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06F6A"/>
    <w:multiLevelType w:val="hybridMultilevel"/>
    <w:tmpl w:val="E97CC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B67260"/>
    <w:multiLevelType w:val="hybridMultilevel"/>
    <w:tmpl w:val="2938C092"/>
    <w:lvl w:ilvl="0" w:tplc="FC9ED10A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2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79A"/>
    <w:rsid w:val="00067F2A"/>
    <w:rsid w:val="0008541F"/>
    <w:rsid w:val="000B7B7B"/>
    <w:rsid w:val="00147BBC"/>
    <w:rsid w:val="001759B7"/>
    <w:rsid w:val="00196313"/>
    <w:rsid w:val="001965A7"/>
    <w:rsid w:val="001D6ACE"/>
    <w:rsid w:val="001E0122"/>
    <w:rsid w:val="002172ED"/>
    <w:rsid w:val="0025492B"/>
    <w:rsid w:val="00272C11"/>
    <w:rsid w:val="00274123"/>
    <w:rsid w:val="003453CA"/>
    <w:rsid w:val="00353570"/>
    <w:rsid w:val="00355793"/>
    <w:rsid w:val="00381E2A"/>
    <w:rsid w:val="003820D9"/>
    <w:rsid w:val="003C0E61"/>
    <w:rsid w:val="003C1212"/>
    <w:rsid w:val="00421DD9"/>
    <w:rsid w:val="004609C0"/>
    <w:rsid w:val="00463EDC"/>
    <w:rsid w:val="00475A8C"/>
    <w:rsid w:val="0048679A"/>
    <w:rsid w:val="004D1C14"/>
    <w:rsid w:val="00552A22"/>
    <w:rsid w:val="005A4AD7"/>
    <w:rsid w:val="005C1A8D"/>
    <w:rsid w:val="005C7121"/>
    <w:rsid w:val="005D1F20"/>
    <w:rsid w:val="005F258B"/>
    <w:rsid w:val="006C3122"/>
    <w:rsid w:val="00730293"/>
    <w:rsid w:val="00736D4A"/>
    <w:rsid w:val="007430DE"/>
    <w:rsid w:val="00796E79"/>
    <w:rsid w:val="007E5ED6"/>
    <w:rsid w:val="00822B36"/>
    <w:rsid w:val="00853A0D"/>
    <w:rsid w:val="009370E7"/>
    <w:rsid w:val="00947EF4"/>
    <w:rsid w:val="00964629"/>
    <w:rsid w:val="009B4701"/>
    <w:rsid w:val="00A3780C"/>
    <w:rsid w:val="00A43E98"/>
    <w:rsid w:val="00AA4D69"/>
    <w:rsid w:val="00AE1630"/>
    <w:rsid w:val="00AE6EB1"/>
    <w:rsid w:val="00B1760B"/>
    <w:rsid w:val="00B84585"/>
    <w:rsid w:val="00BE10A9"/>
    <w:rsid w:val="00BF1359"/>
    <w:rsid w:val="00C2412D"/>
    <w:rsid w:val="00C31527"/>
    <w:rsid w:val="00C501DA"/>
    <w:rsid w:val="00C6544B"/>
    <w:rsid w:val="00CB4373"/>
    <w:rsid w:val="00CC47A6"/>
    <w:rsid w:val="00CC5FC7"/>
    <w:rsid w:val="00CD50D1"/>
    <w:rsid w:val="00D0768F"/>
    <w:rsid w:val="00D201B3"/>
    <w:rsid w:val="00D21466"/>
    <w:rsid w:val="00D23A7F"/>
    <w:rsid w:val="00D72E5D"/>
    <w:rsid w:val="00D85369"/>
    <w:rsid w:val="00D93064"/>
    <w:rsid w:val="00D9736B"/>
    <w:rsid w:val="00DB1DD3"/>
    <w:rsid w:val="00DF24B7"/>
    <w:rsid w:val="00E76130"/>
    <w:rsid w:val="00EA0DAA"/>
    <w:rsid w:val="00EE44B3"/>
    <w:rsid w:val="00F30FE0"/>
    <w:rsid w:val="00FC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57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67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C31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238</Words>
  <Characters>1362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Terrie Evans</dc:creator>
  <cp:keywords/>
  <dc:description/>
  <cp:lastModifiedBy>elizabeth.clifford</cp:lastModifiedBy>
  <cp:revision>7</cp:revision>
  <cp:lastPrinted>2013-06-07T22:26:00Z</cp:lastPrinted>
  <dcterms:created xsi:type="dcterms:W3CDTF">2013-07-31T19:05:00Z</dcterms:created>
  <dcterms:modified xsi:type="dcterms:W3CDTF">2013-07-31T20:45:00Z</dcterms:modified>
</cp:coreProperties>
</file>